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E0733" w14:textId="08D4EF1F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87F48">
        <w:rPr>
          <w:bCs/>
          <w:i w:val="0"/>
          <w:sz w:val="22"/>
          <w:szCs w:val="22"/>
        </w:rPr>
        <w:t>4</w:t>
      </w:r>
    </w:p>
    <w:p w14:paraId="5C7710E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1208C84A" w14:textId="77777777" w:rsidR="00EF66F8" w:rsidRDefault="00EF66F8" w:rsidP="0000184A">
      <w:pPr>
        <w:pStyle w:val="Nagwek"/>
        <w:rPr>
          <w:sz w:val="22"/>
          <w:szCs w:val="22"/>
        </w:rPr>
      </w:pPr>
    </w:p>
    <w:p w14:paraId="56900D5F" w14:textId="77777777" w:rsidR="00EF66F8" w:rsidRDefault="00EF66F8" w:rsidP="0000184A">
      <w:pPr>
        <w:pStyle w:val="Nagwek"/>
        <w:rPr>
          <w:sz w:val="22"/>
          <w:szCs w:val="22"/>
        </w:rPr>
      </w:pPr>
    </w:p>
    <w:p w14:paraId="5ED17FC2" w14:textId="5D4E088F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9F10FF" w:rsidRPr="009F10FF">
        <w:rPr>
          <w:b/>
          <w:sz w:val="22"/>
          <w:szCs w:val="22"/>
        </w:rPr>
        <w:t>BI.II.271.</w:t>
      </w:r>
      <w:r w:rsidR="00830E6A">
        <w:rPr>
          <w:b/>
          <w:sz w:val="22"/>
          <w:szCs w:val="22"/>
        </w:rPr>
        <w:t>2</w:t>
      </w:r>
      <w:r w:rsidR="00987F48">
        <w:rPr>
          <w:b/>
          <w:sz w:val="22"/>
          <w:szCs w:val="22"/>
        </w:rPr>
        <w:t>6</w:t>
      </w:r>
      <w:r w:rsidR="009F10FF" w:rsidRPr="009F10FF">
        <w:rPr>
          <w:b/>
          <w:sz w:val="22"/>
          <w:szCs w:val="22"/>
        </w:rPr>
        <w:t>.202</w:t>
      </w:r>
      <w:r w:rsidR="00994B3E">
        <w:rPr>
          <w:b/>
          <w:sz w:val="22"/>
          <w:szCs w:val="22"/>
        </w:rPr>
        <w:t>5</w:t>
      </w:r>
      <w:r w:rsidR="009F10FF" w:rsidRPr="009F10FF">
        <w:rPr>
          <w:b/>
          <w:sz w:val="22"/>
          <w:szCs w:val="22"/>
        </w:rPr>
        <w:t>.</w:t>
      </w:r>
      <w:r w:rsidR="00675F50">
        <w:rPr>
          <w:b/>
          <w:sz w:val="22"/>
          <w:szCs w:val="22"/>
        </w:rPr>
        <w:t>NŻ</w:t>
      </w:r>
    </w:p>
    <w:p w14:paraId="261F14A3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11677EEB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4A7CBEB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2EAD0E94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40152207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05C72D5B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523A21F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030F6398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006C7A04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9F10FF" w:rsidRPr="00110593" w14:paraId="521FDD85" w14:textId="77777777" w:rsidTr="000F1FE7">
        <w:tc>
          <w:tcPr>
            <w:tcW w:w="9104" w:type="dxa"/>
            <w:shd w:val="clear" w:color="auto" w:fill="D9D9D9"/>
          </w:tcPr>
          <w:p w14:paraId="5C919CFB" w14:textId="77777777" w:rsidR="009F10FF" w:rsidRPr="00110593" w:rsidRDefault="009F10FF" w:rsidP="000F1FE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9403C7E" w14:textId="6C6176B3" w:rsidR="009F10FF" w:rsidRPr="00110593" w:rsidRDefault="009F10FF" w:rsidP="000F1FE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9F10FF">
              <w:t xml:space="preserve">(Dz.U. </w:t>
            </w:r>
            <w:r w:rsidR="009D6811">
              <w:t xml:space="preserve">z 2024 </w:t>
            </w:r>
            <w:r w:rsidRPr="009F10FF">
              <w:t xml:space="preserve">poz. </w:t>
            </w:r>
            <w:r w:rsidR="009D6811">
              <w:t>1320</w:t>
            </w:r>
            <w:r w:rsidRPr="009F10FF">
              <w:t xml:space="preserve"> ze zm.)</w:t>
            </w:r>
            <w:r w:rsidRPr="00110593">
              <w:t xml:space="preserve"> (dalej jako: ustawa Pzp), dotyczące:</w:t>
            </w:r>
          </w:p>
          <w:p w14:paraId="105D896A" w14:textId="77777777" w:rsidR="009F10FF" w:rsidRPr="0043102D" w:rsidRDefault="009F10FF" w:rsidP="000F1FE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6F6D609A" w14:textId="77777777" w:rsidR="009F10FF" w:rsidRPr="00110593" w:rsidRDefault="009F10FF" w:rsidP="000F1FE7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777419A" w14:textId="77777777" w:rsidR="006E0FAA" w:rsidRDefault="005E622E" w:rsidP="00987F48">
      <w:pPr>
        <w:pStyle w:val="Tekstpodstawowywcity"/>
        <w:spacing w:before="120"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42B31F7C" w14:textId="019A0510" w:rsidR="00830E6A" w:rsidRDefault="00987F48" w:rsidP="00987F48">
      <w:pPr>
        <w:pStyle w:val="Tekstpodstawowywcity"/>
        <w:spacing w:line="276" w:lineRule="auto"/>
        <w:rPr>
          <w:b/>
          <w:bCs/>
          <w:i/>
          <w:iCs/>
          <w:sz w:val="22"/>
          <w:szCs w:val="22"/>
        </w:rPr>
      </w:pPr>
      <w:r w:rsidRPr="00987F48">
        <w:rPr>
          <w:b/>
          <w:bCs/>
          <w:i/>
          <w:iCs/>
          <w:sz w:val="22"/>
          <w:szCs w:val="22"/>
        </w:rPr>
        <w:t>Dostawa licencji systemu monitorowania sieci komputerowej, urządzeń do sieci komputerowych oraz serwerów dla Gminy Brześć Kujawski i jednostek podległych w ramach Konkursu Grantowego "Cyberbezpieczny Samorząd"</w:t>
      </w:r>
      <w:r w:rsidR="00830E6A" w:rsidRPr="00830E6A">
        <w:rPr>
          <w:b/>
          <w:bCs/>
          <w:i/>
          <w:iCs/>
          <w:sz w:val="22"/>
          <w:szCs w:val="22"/>
        </w:rPr>
        <w:t>"</w:t>
      </w:r>
    </w:p>
    <w:p w14:paraId="60F42A7C" w14:textId="790B546F" w:rsidR="0000184A" w:rsidRPr="00830E6A" w:rsidRDefault="005E622E" w:rsidP="00830E6A">
      <w:pPr>
        <w:pStyle w:val="Tekstpodstawowywcity"/>
        <w:spacing w:line="360" w:lineRule="auto"/>
        <w:rPr>
          <w:b/>
          <w:bCs/>
          <w:i/>
          <w:iCs/>
          <w:sz w:val="22"/>
          <w:szCs w:val="22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120ECDF6" w14:textId="094A8C71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</w:t>
      </w:r>
      <w:r w:rsidR="00E85FF3">
        <w:rPr>
          <w:sz w:val="22"/>
          <w:szCs w:val="22"/>
        </w:rPr>
        <w:br/>
      </w:r>
      <w:r w:rsidRPr="006E0FAA">
        <w:rPr>
          <w:sz w:val="22"/>
          <w:szCs w:val="22"/>
        </w:rPr>
        <w:t>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D0013F5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70A83AE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196A96B6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6DFCD343" w14:textId="77777777" w:rsidTr="00C37CD2">
        <w:trPr>
          <w:trHeight w:val="321"/>
        </w:trPr>
        <w:tc>
          <w:tcPr>
            <w:tcW w:w="516" w:type="dxa"/>
          </w:tcPr>
          <w:p w14:paraId="2924783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723D2D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45CFA5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7DF423A0" w14:textId="77777777" w:rsidTr="009A4CD3">
        <w:tc>
          <w:tcPr>
            <w:tcW w:w="516" w:type="dxa"/>
          </w:tcPr>
          <w:p w14:paraId="1741B49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4EBACDD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F78878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7B30EC1" w14:textId="77777777" w:rsidTr="009A4CD3">
        <w:tc>
          <w:tcPr>
            <w:tcW w:w="516" w:type="dxa"/>
          </w:tcPr>
          <w:p w14:paraId="1A07AC6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36CFDC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77515EE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B49AA32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413472F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029EBC35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EA6E07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2FE43AD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6F76F36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165838D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6E7498CD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252B1" w14:textId="77777777" w:rsidR="005D5AA5" w:rsidRDefault="005D5AA5">
      <w:r>
        <w:separator/>
      </w:r>
    </w:p>
  </w:endnote>
  <w:endnote w:type="continuationSeparator" w:id="0">
    <w:p w14:paraId="240C1754" w14:textId="77777777" w:rsidR="005D5AA5" w:rsidRDefault="005D5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4BA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59E5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80C4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8FBF7FA" w14:textId="3D8C4297" w:rsidR="009A4CD3" w:rsidRDefault="00E74B0D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658DF81" wp14:editId="3743C29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6BD40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  <w:p w14:paraId="25651926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F66B3" w14:textId="77777777" w:rsidR="005D5AA5" w:rsidRDefault="005D5AA5">
      <w:r>
        <w:separator/>
      </w:r>
    </w:p>
  </w:footnote>
  <w:footnote w:type="continuationSeparator" w:id="0">
    <w:p w14:paraId="4AB6E674" w14:textId="77777777" w:rsidR="005D5AA5" w:rsidRDefault="005D5AA5">
      <w:r>
        <w:continuationSeparator/>
      </w:r>
    </w:p>
  </w:footnote>
  <w:footnote w:id="1">
    <w:p w14:paraId="5A832530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873A9" w14:textId="7FCF917C" w:rsidR="009F10FF" w:rsidRDefault="00EF66F8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590D495E" wp14:editId="6DC476C9">
          <wp:simplePos x="0" y="0"/>
          <wp:positionH relativeFrom="page">
            <wp:posOffset>900430</wp:posOffset>
          </wp:positionH>
          <wp:positionV relativeFrom="paragraph">
            <wp:posOffset>151765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98883">
    <w:abstractNumId w:val="13"/>
  </w:num>
  <w:num w:numId="2" w16cid:durableId="284820811">
    <w:abstractNumId w:val="0"/>
  </w:num>
  <w:num w:numId="3" w16cid:durableId="1633487212">
    <w:abstractNumId w:val="11"/>
  </w:num>
  <w:num w:numId="4" w16cid:durableId="611281639">
    <w:abstractNumId w:val="8"/>
  </w:num>
  <w:num w:numId="5" w16cid:durableId="1008498">
    <w:abstractNumId w:val="7"/>
  </w:num>
  <w:num w:numId="6" w16cid:durableId="2058313158">
    <w:abstractNumId w:val="1"/>
  </w:num>
  <w:num w:numId="7" w16cid:durableId="1189563943">
    <w:abstractNumId w:val="6"/>
  </w:num>
  <w:num w:numId="8" w16cid:durableId="552697736">
    <w:abstractNumId w:val="3"/>
  </w:num>
  <w:num w:numId="9" w16cid:durableId="1930961656">
    <w:abstractNumId w:val="2"/>
  </w:num>
  <w:num w:numId="10" w16cid:durableId="1786580975">
    <w:abstractNumId w:val="5"/>
  </w:num>
  <w:num w:numId="11" w16cid:durableId="445659329">
    <w:abstractNumId w:val="10"/>
  </w:num>
  <w:num w:numId="12" w16cid:durableId="1489010459">
    <w:abstractNumId w:val="4"/>
  </w:num>
  <w:num w:numId="13" w16cid:durableId="748189324">
    <w:abstractNumId w:val="9"/>
  </w:num>
  <w:num w:numId="14" w16cid:durableId="15858026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B6"/>
    <w:rsid w:val="0000184A"/>
    <w:rsid w:val="00012997"/>
    <w:rsid w:val="00025F54"/>
    <w:rsid w:val="00056A0D"/>
    <w:rsid w:val="000621A2"/>
    <w:rsid w:val="00062595"/>
    <w:rsid w:val="000719DC"/>
    <w:rsid w:val="00075CEC"/>
    <w:rsid w:val="0009724B"/>
    <w:rsid w:val="000E0467"/>
    <w:rsid w:val="000F2406"/>
    <w:rsid w:val="00106AC7"/>
    <w:rsid w:val="00111985"/>
    <w:rsid w:val="00147532"/>
    <w:rsid w:val="001614BA"/>
    <w:rsid w:val="00204613"/>
    <w:rsid w:val="00265553"/>
    <w:rsid w:val="002B1E07"/>
    <w:rsid w:val="002C2DE7"/>
    <w:rsid w:val="002D160C"/>
    <w:rsid w:val="002D3BDF"/>
    <w:rsid w:val="003024A8"/>
    <w:rsid w:val="00307E5F"/>
    <w:rsid w:val="00312A4F"/>
    <w:rsid w:val="00336EEB"/>
    <w:rsid w:val="00344C75"/>
    <w:rsid w:val="00360BC3"/>
    <w:rsid w:val="00391697"/>
    <w:rsid w:val="003E5D20"/>
    <w:rsid w:val="003F6927"/>
    <w:rsid w:val="00401BDB"/>
    <w:rsid w:val="004103B6"/>
    <w:rsid w:val="00415097"/>
    <w:rsid w:val="00422381"/>
    <w:rsid w:val="0043102D"/>
    <w:rsid w:val="00460820"/>
    <w:rsid w:val="004704CB"/>
    <w:rsid w:val="004C55DE"/>
    <w:rsid w:val="004D5C77"/>
    <w:rsid w:val="00525196"/>
    <w:rsid w:val="00533E9F"/>
    <w:rsid w:val="0056132E"/>
    <w:rsid w:val="00583ED5"/>
    <w:rsid w:val="005A3D5F"/>
    <w:rsid w:val="005A5013"/>
    <w:rsid w:val="005C0282"/>
    <w:rsid w:val="005C3627"/>
    <w:rsid w:val="005D5AA5"/>
    <w:rsid w:val="005E622E"/>
    <w:rsid w:val="00641063"/>
    <w:rsid w:val="00664D2F"/>
    <w:rsid w:val="00675F50"/>
    <w:rsid w:val="00686C95"/>
    <w:rsid w:val="00697D36"/>
    <w:rsid w:val="006B51E7"/>
    <w:rsid w:val="006C2850"/>
    <w:rsid w:val="006C58BF"/>
    <w:rsid w:val="006D68D8"/>
    <w:rsid w:val="006E0FAA"/>
    <w:rsid w:val="0070113A"/>
    <w:rsid w:val="00706E57"/>
    <w:rsid w:val="00717C68"/>
    <w:rsid w:val="00736B31"/>
    <w:rsid w:val="00747C6F"/>
    <w:rsid w:val="00753DC1"/>
    <w:rsid w:val="00775E2B"/>
    <w:rsid w:val="007823E9"/>
    <w:rsid w:val="007951AD"/>
    <w:rsid w:val="007D36CE"/>
    <w:rsid w:val="00801532"/>
    <w:rsid w:val="008024E8"/>
    <w:rsid w:val="008032C1"/>
    <w:rsid w:val="00830E6A"/>
    <w:rsid w:val="0084099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87F48"/>
    <w:rsid w:val="00994B3E"/>
    <w:rsid w:val="009A21D7"/>
    <w:rsid w:val="009A4A2C"/>
    <w:rsid w:val="009A4CD3"/>
    <w:rsid w:val="009D55B9"/>
    <w:rsid w:val="009D6811"/>
    <w:rsid w:val="009F10FF"/>
    <w:rsid w:val="00A24942"/>
    <w:rsid w:val="00A311C9"/>
    <w:rsid w:val="00A46EFE"/>
    <w:rsid w:val="00A807A7"/>
    <w:rsid w:val="00AB6C06"/>
    <w:rsid w:val="00AB7377"/>
    <w:rsid w:val="00AC59A5"/>
    <w:rsid w:val="00AD164D"/>
    <w:rsid w:val="00AD329C"/>
    <w:rsid w:val="00B04D14"/>
    <w:rsid w:val="00B26102"/>
    <w:rsid w:val="00B45ED4"/>
    <w:rsid w:val="00B54FB4"/>
    <w:rsid w:val="00BA7DF2"/>
    <w:rsid w:val="00BE6092"/>
    <w:rsid w:val="00C24D27"/>
    <w:rsid w:val="00C25409"/>
    <w:rsid w:val="00C33407"/>
    <w:rsid w:val="00C37CD2"/>
    <w:rsid w:val="00C527C7"/>
    <w:rsid w:val="00C606B9"/>
    <w:rsid w:val="00CB6204"/>
    <w:rsid w:val="00CC527A"/>
    <w:rsid w:val="00CC71A5"/>
    <w:rsid w:val="00CD146A"/>
    <w:rsid w:val="00D26DA9"/>
    <w:rsid w:val="00D74F94"/>
    <w:rsid w:val="00DD482A"/>
    <w:rsid w:val="00DE0396"/>
    <w:rsid w:val="00DE0405"/>
    <w:rsid w:val="00DE252B"/>
    <w:rsid w:val="00E038E1"/>
    <w:rsid w:val="00E37A20"/>
    <w:rsid w:val="00E66442"/>
    <w:rsid w:val="00E74B0D"/>
    <w:rsid w:val="00E85C59"/>
    <w:rsid w:val="00E85FF3"/>
    <w:rsid w:val="00EB5766"/>
    <w:rsid w:val="00EC667E"/>
    <w:rsid w:val="00EF66F8"/>
    <w:rsid w:val="00F247A9"/>
    <w:rsid w:val="00F46593"/>
    <w:rsid w:val="00F568D6"/>
    <w:rsid w:val="00F70072"/>
    <w:rsid w:val="00FA728B"/>
    <w:rsid w:val="00FD7CCD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258267"/>
  <w15:chartTrackingRefBased/>
  <w15:docId w15:val="{478FB0A5-0B75-47BF-9F38-A12DE8C2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9</cp:revision>
  <cp:lastPrinted>2010-01-07T09:39:00Z</cp:lastPrinted>
  <dcterms:created xsi:type="dcterms:W3CDTF">2025-01-02T08:56:00Z</dcterms:created>
  <dcterms:modified xsi:type="dcterms:W3CDTF">2025-12-18T12:51:00Z</dcterms:modified>
</cp:coreProperties>
</file>